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7614BE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614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65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7614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ЈУЖНА  АМЕРИКА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7614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614BE"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Јужна  Америка:друштвеногеографске  одлике--</w:t>
            </w:r>
            <w:r w:rsidR="007614BE" w:rsidRPr="007614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Земље  у  развоју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7614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</w:t>
            </w:r>
            <w:r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670648"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614BE"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Упознати  ученике  са  друштвеногеографским  одлика Јужне  Америке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7614BE" w:rsidRDefault="00A45210" w:rsidP="007614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7614BE"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Разумевање дру</w:t>
            </w:r>
            <w:r w:rsid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штвеногеографских одлика Јужне </w:t>
            </w:r>
            <w:r w:rsidR="007614BE"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Амрике</w:t>
            </w:r>
          </w:p>
          <w:p w:rsidR="00A45210" w:rsidRPr="00545C96" w:rsidRDefault="00A45210" w:rsidP="007614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7614BE" w:rsidRPr="007614BE" w:rsidRDefault="007614BE" w:rsidP="007614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схвати  зашто  је  Ј.  Америка  расни и  етнички  „мозаик“</w:t>
            </w:r>
          </w:p>
          <w:p w:rsidR="007614BE" w:rsidRPr="007614BE" w:rsidRDefault="007614BE" w:rsidP="007614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 велико  рудно  богатство</w:t>
            </w:r>
          </w:p>
          <w:p w:rsidR="007614BE" w:rsidRPr="007614BE" w:rsidRDefault="007614BE" w:rsidP="007614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-разуме  постојање  одличних услова  за  пољопривреду</w:t>
            </w:r>
          </w:p>
          <w:p w:rsidR="007614BE" w:rsidRPr="007614BE" w:rsidRDefault="007614BE" w:rsidP="007614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-наведе најважније  пољопривредне  производе</w:t>
            </w:r>
          </w:p>
          <w:p w:rsidR="00D0461E" w:rsidRPr="005F7634" w:rsidRDefault="007614BE" w:rsidP="007614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место Бразила  у оквирима  континента  и шире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7614BE" w:rsidRPr="007614BE" w:rsidRDefault="007614BE" w:rsidP="007614BE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614B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ГЕ1.1.3. Препознаје и чита географске и допунске елементе карте – чита називе држава и већих градова Јужне Америке.</w:t>
            </w:r>
          </w:p>
          <w:p w:rsidR="007614BE" w:rsidRPr="007614BE" w:rsidRDefault="007614BE" w:rsidP="007614BE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614B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ГЕ1.4.2. Препознаје основне друштвене одлике Јужне Америке.</w:t>
            </w:r>
          </w:p>
          <w:p w:rsidR="00670648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7614BE" w:rsidRPr="007614BE" w:rsidRDefault="007614BE" w:rsidP="007614BE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614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ГЕ2.1.2. Одређује положај места и тачака на карти – држава и већих градова Јужне Америке.</w:t>
            </w:r>
          </w:p>
          <w:p w:rsidR="007614BE" w:rsidRPr="007614BE" w:rsidRDefault="007614BE" w:rsidP="007614BE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614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ГЕ2.1.3. Препознаје и објашњава географске чињенице приказане сликом, графиконом, табелом и схемом.</w:t>
            </w:r>
          </w:p>
          <w:p w:rsidR="007614BE" w:rsidRPr="007614BE" w:rsidRDefault="007614BE" w:rsidP="007614BE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614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ГЕ2.4.2. Описује друштвене одлике Јужне Америке.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7614BE" w:rsidRPr="007614BE" w:rsidRDefault="007614BE" w:rsidP="007614BE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614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ГЕ3.3.1. Објашњава утицај природних (географски положај, рељеф, клима, хидрографија и природне зоне) и друштвених (старе цивилизације, колонизација) фактора на одлике и размештај становништва Јужне Америке.</w:t>
            </w:r>
          </w:p>
          <w:p w:rsidR="00664F16" w:rsidRDefault="007614BE" w:rsidP="007614BE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614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ГЕ3.3.2. Објашњава утицај природних (рељеф, клима, хидрографија, огромна природна богатства) и друштвених фактора на размештај и развој привреде. Уочава несклад између природних богатстава и нивоа привредног развоја.  </w:t>
            </w:r>
          </w:p>
          <w:p w:rsidR="007614BE" w:rsidRPr="007614BE" w:rsidRDefault="007614BE" w:rsidP="007614BE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614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ГЕ3.1.1. Анализира карту и доноси закључке о географском положају (жарки појас), величини територије, рељефу и хидрографији Бразила.</w:t>
            </w:r>
          </w:p>
          <w:p w:rsidR="007614BE" w:rsidRPr="005F7634" w:rsidRDefault="007614BE" w:rsidP="007614BE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614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ГЕ3.4.1. Објашњава географ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ске везе и законитости Бразила.</w:t>
            </w:r>
            <w:r w:rsidRPr="007614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Издваја географске регије и уочава разлике између њих.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7614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</w:t>
            </w:r>
            <w:r w:rsid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  за  уџбенике,Београд, 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карта  </w:t>
            </w:r>
            <w:r w:rsid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света,  глобус,  зидна  карта  Јужне  Америке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биологија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7614BE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у  аразговору  са  ученицима поновљамо</w:t>
            </w:r>
            <w:r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претходно знање о сновним демографским појмовима – густина насељености, природни пр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ираштај, структуре и миграције.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5F7634" w:rsidRPr="00545C96" w:rsidRDefault="004C1ACC" w:rsidP="004C1A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</w:t>
            </w:r>
            <w:r w:rsidR="007614BE"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познаје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</w:t>
            </w:r>
            <w:r w:rsidR="007614BE"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ученике са основним демо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графским одликама Јужне Америке.Инсистирамо</w:t>
            </w:r>
            <w:r w:rsidR="007614BE"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ученици 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акључе зашто је расни и етнички </w:t>
            </w:r>
            <w:r w:rsidR="007614BE"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сасатав Јужне Америке сложе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н, зашто је присутно црно  становништво.Објашњавамо  зашто је Јужна  Америка,</w:t>
            </w:r>
            <w:r w:rsid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део  Латинске  Америке и наводимо најраспрострањеније језике—шпански  и  португалски.Анализирамо</w:t>
            </w:r>
            <w:r w:rsidR="007614BE"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карту густине насељености Ј.Америке у атласу а ученици треба да закључе, на основу познавања природногеографских одлика, зашто је гу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стина насељености неравномерна. И</w:t>
            </w:r>
            <w:r w:rsidR="007614BE"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стиче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 </w:t>
            </w:r>
            <w:r w:rsidR="007614BE"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разноврсност природних ресурса, а ученици, закључују како су они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распоређени и како се користе, посебно указазујемо </w:t>
            </w:r>
            <w:r w:rsidR="007614BE"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нескла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 између природних богатастава и нивоа привредне развијености.Наводимо и обајшњавамо највежније  географске  одлике  Бразила.</w:t>
            </w:r>
            <w:r w:rsidR="007614BE" w:rsidRPr="007614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4C1ACC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истичемо </w:t>
            </w:r>
            <w:r w:rsidRPr="004C1A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чињеница битних за разумевање лекције,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тражимода  код  куће  урдае  одговоре  на питања  у  одељку  «Одговорима  до  сажтека».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4C1ACC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4C1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ЈУЖНА  АМЕРИКА: ДРУШТВЕНОГЕОГРАФСКЕ  ОДЛИКЕ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</w:p>
          <w:p w:rsidR="00727072" w:rsidRDefault="004C1ACC" w:rsidP="00E346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</w:t>
            </w:r>
            <w:r w:rsidRPr="004C1A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ЗЕМЉЕ  У  РАЗВОЈУ</w:t>
            </w:r>
            <w:r w:rsidR="00B80B22" w:rsidRPr="004C1A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   </w:t>
            </w:r>
          </w:p>
          <w:p w:rsidR="00727072" w:rsidRPr="00727072" w:rsidRDefault="00727072" w:rsidP="00727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-432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милион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становника;</w:t>
            </w:r>
          </w:p>
          <w:p w:rsidR="00727072" w:rsidRPr="00727072" w:rsidRDefault="00727072" w:rsidP="00727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-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 расни и етнички сасатав:</w:t>
            </w:r>
          </w:p>
          <w:p w:rsidR="00727072" w:rsidRPr="00727072" w:rsidRDefault="00727072" w:rsidP="00727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староседеоци – Индијанци,</w:t>
            </w:r>
          </w:p>
          <w:p w:rsidR="00727072" w:rsidRPr="00727072" w:rsidRDefault="00727072" w:rsidP="00727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досељеници из Европе – Шпанци, Португалци,</w:t>
            </w:r>
          </w:p>
          <w:p w:rsidR="00727072" w:rsidRPr="00727072" w:rsidRDefault="00727072" w:rsidP="00727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црнци из Африке – потомци робова,</w:t>
            </w:r>
          </w:p>
          <w:p w:rsidR="00727072" w:rsidRPr="00727072" w:rsidRDefault="00727072" w:rsidP="00727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мешанци(мелези);</w:t>
            </w:r>
          </w:p>
          <w:p w:rsidR="00727072" w:rsidRPr="00727072" w:rsidRDefault="00727072" w:rsidP="00727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шпански и португалски језик;</w:t>
            </w:r>
          </w:p>
          <w:p w:rsidR="00727072" w:rsidRPr="00727072" w:rsidRDefault="00727072" w:rsidP="00727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неравномерно распоређ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ено становништво, половина живи  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Бразилу;</w:t>
            </w:r>
          </w:p>
          <w:p w:rsidR="00727072" w:rsidRPr="00727072" w:rsidRDefault="00727072" w:rsidP="00727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-природни ресурси: шуме, воде, земљиште, топла клима,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руде</w:t>
            </w:r>
          </w:p>
          <w:p w:rsidR="00727072" w:rsidRPr="00727072" w:rsidRDefault="00727072" w:rsidP="00727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привреда:</w:t>
            </w:r>
          </w:p>
          <w:p w:rsidR="00727072" w:rsidRPr="00727072" w:rsidRDefault="00727072" w:rsidP="00727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– рударство </w:t>
            </w:r>
          </w:p>
          <w:p w:rsidR="00727072" w:rsidRPr="00727072" w:rsidRDefault="00727072" w:rsidP="00727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– пољопривреда –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онокултуре(кафа, шећерна трска,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тропско воће,памук, соја,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житарице),</w:t>
            </w:r>
          </w:p>
          <w:p w:rsidR="001C6C13" w:rsidRDefault="00727072" w:rsidP="00727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– риболов.</w:t>
            </w:r>
          </w:p>
          <w:p w:rsidR="00727072" w:rsidRDefault="00727072" w:rsidP="00727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-туризам</w:t>
            </w:r>
          </w:p>
          <w:p w:rsidR="00727072" w:rsidRPr="00727072" w:rsidRDefault="00727072" w:rsidP="00727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БРАЗИЛ</w:t>
            </w:r>
          </w:p>
          <w:p w:rsidR="00727072" w:rsidRPr="00727072" w:rsidRDefault="00727072" w:rsidP="00727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ета по површини и по броју становника;</w:t>
            </w:r>
          </w:p>
          <w:p w:rsidR="00727072" w:rsidRPr="00727072" w:rsidRDefault="00727072" w:rsidP="00727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федеративна држава – Бразилија главни град;</w:t>
            </w:r>
          </w:p>
          <w:p w:rsidR="00727072" w:rsidRPr="00727072" w:rsidRDefault="00727072" w:rsidP="00727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-213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милиона становника;</w:t>
            </w:r>
          </w:p>
          <w:p w:rsidR="00727072" w:rsidRPr="00727072" w:rsidRDefault="00727072" w:rsidP="00727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наравномерна густина насељености;</w:t>
            </w:r>
          </w:p>
          <w:p w:rsidR="00727072" w:rsidRPr="00727072" w:rsidRDefault="00727072" w:rsidP="00727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португалски језик;</w:t>
            </w:r>
          </w:p>
          <w:p w:rsidR="00727072" w:rsidRPr="00727072" w:rsidRDefault="00727072" w:rsidP="00727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највећа католичка земља на свету;</w:t>
            </w:r>
          </w:p>
          <w:p w:rsidR="00606767" w:rsidRPr="00886644" w:rsidRDefault="0072707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80% становништва живи у градовима – Сао Паоло, Рио де Жанеиро, Бело Хоризонте, Белем.</w:t>
            </w:r>
            <w:bookmarkStart w:id="0" w:name="_GoBack"/>
            <w:bookmarkEnd w:id="0"/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886644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C13"/>
    <w:rsid w:val="002365E8"/>
    <w:rsid w:val="003321C2"/>
    <w:rsid w:val="00391413"/>
    <w:rsid w:val="003F1D6D"/>
    <w:rsid w:val="00417219"/>
    <w:rsid w:val="00466279"/>
    <w:rsid w:val="004C1ACC"/>
    <w:rsid w:val="004C7CD5"/>
    <w:rsid w:val="00545C96"/>
    <w:rsid w:val="005F7634"/>
    <w:rsid w:val="005F784B"/>
    <w:rsid w:val="00605D58"/>
    <w:rsid w:val="00606767"/>
    <w:rsid w:val="00664F16"/>
    <w:rsid w:val="00670648"/>
    <w:rsid w:val="006F2937"/>
    <w:rsid w:val="00727072"/>
    <w:rsid w:val="007614BE"/>
    <w:rsid w:val="007E6623"/>
    <w:rsid w:val="00854D2A"/>
    <w:rsid w:val="00886644"/>
    <w:rsid w:val="008F0F0B"/>
    <w:rsid w:val="00942ED0"/>
    <w:rsid w:val="0096516D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70D9C"/>
    <w:rsid w:val="00C81044"/>
    <w:rsid w:val="00CC0911"/>
    <w:rsid w:val="00D0461E"/>
    <w:rsid w:val="00DB7062"/>
    <w:rsid w:val="00DE65D7"/>
    <w:rsid w:val="00E3469D"/>
    <w:rsid w:val="00E4334D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3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2074D-D4FE-42DE-AA98-C38D82F34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</TotalTime>
  <Pages>2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2020-07-06T12:12:00Z</dcterms:created>
  <dcterms:modified xsi:type="dcterms:W3CDTF">2020-07-06T12:13:00Z</dcterms:modified>
</cp:coreProperties>
</file>